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AB7DDAF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46637">
        <w:rPr>
          <w:rFonts w:ascii="Verdana" w:eastAsia="Verdana" w:hAnsi="Verdana" w:cs="Times New Roman"/>
          <w:b/>
        </w:rPr>
        <w:t>8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503C8">
        <w:rPr>
          <w:rFonts w:ascii="Verdana" w:eastAsia="Verdana" w:hAnsi="Verdana" w:cs="Times New Roman"/>
          <w:b/>
        </w:rPr>
        <w:t>WYKAZ OSÓB</w:t>
      </w:r>
      <w:r w:rsidR="00400784">
        <w:rPr>
          <w:rFonts w:ascii="Verdana" w:eastAsia="Verdana" w:hAnsi="Verdana" w:cs="Times New Roman"/>
          <w:b/>
        </w:rPr>
        <w:t xml:space="preserve"> 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C405005" w:rsidR="00381365" w:rsidRPr="00381365" w:rsidRDefault="009503C8" w:rsidP="00F21660">
      <w:pPr>
        <w:tabs>
          <w:tab w:val="left" w:pos="1628"/>
        </w:tabs>
        <w:spacing w:before="120" w:after="0"/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OSÓB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034AB2CB" w14:textId="77305DCD" w:rsidR="0045656E" w:rsidRPr="0045656E" w:rsidRDefault="00DD3B0E" w:rsidP="00D61F5E">
      <w:pPr>
        <w:jc w:val="both"/>
        <w:rPr>
          <w:rFonts w:cstheme="minorHAnsi"/>
        </w:rPr>
      </w:pPr>
      <w:r w:rsidRPr="00DD3B0E">
        <w:rPr>
          <w:rFonts w:cstheme="minorHAnsi"/>
        </w:rPr>
        <w:t xml:space="preserve">Składając Ofertę w postępowaniu zakupowym nr </w:t>
      </w:r>
      <w:r w:rsidR="00D61F5E" w:rsidRPr="00D61F5E">
        <w:rPr>
          <w:rFonts w:cstheme="minorHAnsi"/>
          <w:b/>
        </w:rPr>
        <w:t>POST/DYS/OB/GZ/00125/2026</w:t>
      </w:r>
      <w:r w:rsidR="00F21660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D61F5E" w:rsidRPr="00D61F5E">
        <w:rPr>
          <w:rFonts w:cstheme="minorHAnsi"/>
          <w:b/>
          <w:i/>
        </w:rPr>
        <w:t>Opracowanie dokumentacji technicznej oraz wykonanie robót budowlano-montażowych związanych z kompensacją prądów ziemnozwarciowych na stacjach WN/SN na terenie Oddziału Białystok PGE Dystrybucja S.A. – 3 części</w:t>
      </w:r>
      <w:r w:rsidRPr="00DD3B0E">
        <w:rPr>
          <w:rFonts w:cstheme="minorHAnsi"/>
        </w:rPr>
        <w:t>, oświadczamy, że dysponujemy następującymi osobami zdolnymi do realizacji zadania zdolnymi do wykonana przedmiotu Zakupu:</w:t>
      </w:r>
    </w:p>
    <w:p w14:paraId="63B9DA27" w14:textId="77777777" w:rsidR="0045656E" w:rsidRPr="0045656E" w:rsidRDefault="0045656E" w:rsidP="0045656E">
      <w:pPr>
        <w:rPr>
          <w:rFonts w:cs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410"/>
        <w:gridCol w:w="2835"/>
      </w:tblGrid>
      <w:tr w:rsidR="00DD3B0E" w:rsidRPr="000855FF" w14:paraId="36E1DBCD" w14:textId="77777777" w:rsidTr="00DD3B0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0C920F2" w14:textId="77777777" w:rsidR="00DD3B0E" w:rsidRPr="002F4B1B" w:rsidRDefault="00DD3B0E" w:rsidP="00DD3B0E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F01BDF9" w14:textId="77777777" w:rsidR="00DD3B0E" w:rsidRPr="002F4B1B" w:rsidRDefault="00DD3B0E" w:rsidP="00DD3B0E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0E20667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A1C4427" w14:textId="77777777" w:rsidR="00DD3B0E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296F88DA" w14:textId="77777777" w:rsidR="00DD3B0E" w:rsidRPr="002F4B1B" w:rsidRDefault="00DD3B0E" w:rsidP="00DD3B0E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616E75" w:rsidRPr="000855FF" w14:paraId="2CAB2B17" w14:textId="77777777" w:rsidTr="007028FD">
        <w:trPr>
          <w:trHeight w:val="170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A21B1" w14:textId="11A62587" w:rsidR="00616E75" w:rsidRPr="000855FF" w:rsidRDefault="00BC4317" w:rsidP="007028FD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co najmniej jedną </w:t>
            </w:r>
            <w:r w:rsidRPr="00BC4317">
              <w:rPr>
                <w:rFonts w:cstheme="minorHAnsi"/>
                <w:b/>
                <w:lang w:eastAsia="pl-PL"/>
              </w:rPr>
              <w:t>osob</w:t>
            </w:r>
            <w:r>
              <w:rPr>
                <w:rFonts w:cstheme="minorHAnsi"/>
                <w:b/>
                <w:lang w:eastAsia="pl-PL"/>
              </w:rPr>
              <w:t>ą</w:t>
            </w:r>
            <w:r w:rsidRPr="00BC4317">
              <w:rPr>
                <w:rFonts w:cstheme="minorHAnsi"/>
                <w:b/>
                <w:lang w:eastAsia="pl-PL"/>
              </w:rPr>
              <w:t xml:space="preserve"> posiadając</w:t>
            </w:r>
            <w:r>
              <w:rPr>
                <w:rFonts w:cstheme="minorHAnsi"/>
                <w:b/>
                <w:lang w:eastAsia="pl-PL"/>
              </w:rPr>
              <w:t>ą</w:t>
            </w:r>
            <w:r w:rsidRPr="00BC4317">
              <w:rPr>
                <w:rFonts w:cstheme="minorHAnsi"/>
                <w:b/>
                <w:lang w:eastAsia="pl-PL"/>
              </w:rPr>
              <w:t xml:space="preserve"> uprawnienia budowlane bez ograniczeń do projektowania w branży elektroenergetycznej w specjalności instalacyjnej w zakresie sieci, instalacji i urządzeń elektrycznych i elektroenergetycznych, wydane na podstawie przepisów ustawy z dnia 7 lipca 1994 roku Prawo Budowlane oraz Rozporządzenia Ministra Transportu i Budownictwa z dnia 11 września 2014 roku w sprawie samodzielnych funkcji technicznych w budownictwie, wpisanych na listę członków właściwej izby samorządu zawodowego tj.</w:t>
            </w:r>
            <w:r>
              <w:rPr>
                <w:rFonts w:cstheme="minorHAnsi"/>
                <w:b/>
                <w:lang w:eastAsia="pl-PL"/>
              </w:rPr>
              <w:t> </w:t>
            </w:r>
            <w:r w:rsidRPr="00BC4317">
              <w:rPr>
                <w:rFonts w:cstheme="minorHAnsi"/>
                <w:b/>
                <w:lang w:eastAsia="pl-PL"/>
              </w:rPr>
              <w:t xml:space="preserve"> zarejestrowaną w OIIB</w:t>
            </w:r>
          </w:p>
        </w:tc>
      </w:tr>
      <w:tr w:rsidR="00616E75" w:rsidRPr="000855FF" w14:paraId="180909E8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D624" w14:textId="77777777" w:rsidR="00616E75" w:rsidRPr="000855FF" w:rsidRDefault="00616E75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F32D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E5DA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A99" w14:textId="77777777" w:rsidR="00616E75" w:rsidRPr="000855FF" w:rsidRDefault="00616E75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C4317" w:rsidRPr="000855FF" w14:paraId="3771897F" w14:textId="77777777" w:rsidTr="007028FD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5780" w14:textId="77777777" w:rsidR="00BC4317" w:rsidRPr="000855FF" w:rsidRDefault="00BC4317" w:rsidP="00616E75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8D9C" w14:textId="77777777" w:rsidR="00BC4317" w:rsidRPr="000855FF" w:rsidRDefault="00BC4317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77C8" w14:textId="77777777" w:rsidR="00BC4317" w:rsidRPr="000855FF" w:rsidRDefault="00BC4317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12E4" w14:textId="77777777" w:rsidR="00BC4317" w:rsidRPr="000855FF" w:rsidRDefault="00BC4317" w:rsidP="00616E75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C4317" w:rsidRPr="000855FF" w14:paraId="1C66B06E" w14:textId="77777777" w:rsidTr="007028FD">
        <w:trPr>
          <w:trHeight w:val="153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5DAC7" w14:textId="28D9BDDA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co najmniej jedną </w:t>
            </w:r>
            <w:r w:rsidRPr="00BC4317">
              <w:rPr>
                <w:rFonts w:cstheme="minorHAnsi"/>
                <w:b/>
                <w:lang w:eastAsia="pl-PL"/>
              </w:rPr>
              <w:t>osobą posiadającą uprawnienia budowlane bez ograniczeń do kierowania robotami budowlanymi w specjalności instalacyjnej w zakresie sieci, instalacji i urządzeń elektrycznych i elektroenergetycznych, wydane na podstawie przepisów ustawy z dnia 7 lipca 1994 roku Prawo Budowlane oraz Rozporządzenia Ministra Transportu i Budownictwa z dnia 11 września 2014 roku w sprawie samodzielnych funkcji technicznych w budownictwie, wpisaną na listę członków właściwej izby samorządu zawodowego tj. zarejestrowaną w OIIB</w:t>
            </w:r>
          </w:p>
        </w:tc>
      </w:tr>
      <w:tr w:rsidR="00BC4317" w:rsidRPr="000855FF" w14:paraId="6575C146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258D" w14:textId="0649B2EC" w:rsidR="00BC4317" w:rsidRPr="000855FF" w:rsidRDefault="00BC4317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7B59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D91B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9721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C4317" w:rsidRPr="000855FF" w14:paraId="29342377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94C4" w14:textId="77777777" w:rsidR="00BC4317" w:rsidRPr="000855FF" w:rsidRDefault="00BC4317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1C5E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AAF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1FAE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C4317" w:rsidRPr="00F21660" w14:paraId="601FAD68" w14:textId="77777777" w:rsidTr="00171818">
        <w:trPr>
          <w:trHeight w:val="85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B790D" w14:textId="1811DFF3" w:rsidR="00BC4317" w:rsidRPr="00171818" w:rsidRDefault="00BC4317" w:rsidP="00BC4317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szCs w:val="18"/>
                <w:lang w:eastAsia="pl-PL"/>
              </w:rPr>
            </w:pPr>
            <w:r w:rsidRPr="00EB70DE">
              <w:rPr>
                <w:rFonts w:cstheme="minorHAnsi"/>
                <w:b/>
                <w:szCs w:val="18"/>
                <w:lang w:eastAsia="pl-PL"/>
              </w:rPr>
              <w:t xml:space="preserve">co najmniej dwoma osobami </w:t>
            </w:r>
            <w:r w:rsidRPr="00BC4317">
              <w:rPr>
                <w:rFonts w:cstheme="minorHAnsi"/>
                <w:b/>
                <w:szCs w:val="18"/>
                <w:lang w:eastAsia="pl-PL"/>
              </w:rPr>
              <w:t>posiadając</w:t>
            </w:r>
            <w:r>
              <w:rPr>
                <w:rFonts w:cstheme="minorHAnsi"/>
                <w:b/>
                <w:szCs w:val="18"/>
                <w:lang w:eastAsia="pl-PL"/>
              </w:rPr>
              <w:t>ymi</w:t>
            </w:r>
            <w:r w:rsidRPr="00BC4317">
              <w:rPr>
                <w:rFonts w:cstheme="minorHAnsi"/>
                <w:b/>
                <w:szCs w:val="18"/>
                <w:lang w:eastAsia="pl-PL"/>
              </w:rPr>
              <w:t xml:space="preserve"> świadectwo kwalifikacyjne grupy „D”, uprawniające do zajmowania się eksploatacją urządzeń, instalacji i sieci elektroenergetycznych powyżej 1 </w:t>
            </w:r>
            <w:proofErr w:type="spellStart"/>
            <w:r w:rsidRPr="00BC4317">
              <w:rPr>
                <w:rFonts w:cstheme="minorHAnsi"/>
                <w:b/>
                <w:szCs w:val="18"/>
                <w:lang w:eastAsia="pl-PL"/>
              </w:rPr>
              <w:t>kV</w:t>
            </w:r>
            <w:proofErr w:type="spellEnd"/>
            <w:r w:rsidRPr="00BC4317">
              <w:rPr>
                <w:rFonts w:cstheme="minorHAnsi"/>
                <w:b/>
                <w:szCs w:val="18"/>
                <w:lang w:eastAsia="pl-PL"/>
              </w:rPr>
              <w:t xml:space="preserve"> na stanowisku dozoru</w:t>
            </w:r>
          </w:p>
        </w:tc>
      </w:tr>
      <w:tr w:rsidR="00BC4317" w:rsidRPr="000855FF" w14:paraId="7F6BC31F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88B4" w14:textId="416A21B9" w:rsidR="00BC4317" w:rsidRDefault="00BC4317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559B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EA95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6B6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C4317" w:rsidRPr="000855FF" w14:paraId="3953997C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45C6" w14:textId="5274AED5" w:rsidR="00BC4317" w:rsidRPr="000855FF" w:rsidRDefault="00BC4317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925A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3CDE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F700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BC4317" w:rsidRPr="000855FF" w14:paraId="35FA9A7C" w14:textId="77777777" w:rsidTr="007028FD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FC9E" w14:textId="77777777" w:rsidR="00BC4317" w:rsidRDefault="00BC4317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15B5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B891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5728" w14:textId="77777777" w:rsidR="00BC4317" w:rsidRPr="000855FF" w:rsidRDefault="00BC4317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7028FD" w:rsidRPr="000855FF" w14:paraId="127FEAC9" w14:textId="77777777" w:rsidTr="007028FD">
        <w:trPr>
          <w:trHeight w:val="851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642DD" w14:textId="1ED14C65" w:rsidR="007028FD" w:rsidRPr="000855FF" w:rsidRDefault="007028FD" w:rsidP="007028FD">
            <w:pPr>
              <w:widowControl w:val="0"/>
              <w:snapToGrid w:val="0"/>
              <w:spacing w:after="0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7028FD">
              <w:rPr>
                <w:rFonts w:cstheme="minorHAnsi"/>
                <w:b/>
                <w:lang w:eastAsia="pl-PL"/>
              </w:rPr>
              <w:lastRenderedPageBreak/>
              <w:t xml:space="preserve">co najmniej </w:t>
            </w:r>
            <w:r>
              <w:rPr>
                <w:rFonts w:cstheme="minorHAnsi"/>
                <w:b/>
                <w:lang w:eastAsia="pl-PL"/>
              </w:rPr>
              <w:t>czterema osobami</w:t>
            </w:r>
            <w:r w:rsidRPr="007028FD">
              <w:rPr>
                <w:rFonts w:cstheme="minorHAnsi"/>
                <w:b/>
                <w:lang w:eastAsia="pl-PL"/>
              </w:rPr>
              <w:t xml:space="preserve"> posiadając</w:t>
            </w:r>
            <w:r>
              <w:rPr>
                <w:rFonts w:cstheme="minorHAnsi"/>
                <w:b/>
                <w:lang w:eastAsia="pl-PL"/>
              </w:rPr>
              <w:t>ymi</w:t>
            </w:r>
            <w:r w:rsidRPr="007028FD">
              <w:rPr>
                <w:rFonts w:cstheme="minorHAnsi"/>
                <w:b/>
                <w:lang w:eastAsia="pl-PL"/>
              </w:rPr>
              <w:t xml:space="preserve"> świadectwo kwalifikacyjne grupy „E”, uprawniające do wykonywania prac na urządzeniach, instalacjach i sieciach elektroenergetycznych o napięciu powyżej 1 </w:t>
            </w:r>
            <w:proofErr w:type="spellStart"/>
            <w:r w:rsidRPr="007028FD">
              <w:rPr>
                <w:rFonts w:cstheme="minorHAnsi"/>
                <w:b/>
                <w:lang w:eastAsia="pl-PL"/>
              </w:rPr>
              <w:t>kV</w:t>
            </w:r>
            <w:proofErr w:type="spellEnd"/>
            <w:r w:rsidRPr="007028FD">
              <w:rPr>
                <w:rFonts w:cstheme="minorHAnsi"/>
                <w:b/>
                <w:lang w:eastAsia="pl-PL"/>
              </w:rPr>
              <w:t xml:space="preserve"> na stanowisku eksploatacji</w:t>
            </w:r>
          </w:p>
        </w:tc>
      </w:tr>
      <w:tr w:rsidR="007028FD" w:rsidRPr="000855FF" w14:paraId="0BC9D92D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FFDF" w14:textId="692568EA" w:rsidR="007028FD" w:rsidRDefault="007028FD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FE2F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0167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AC54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7028FD" w:rsidRPr="000855FF" w14:paraId="15AFB54C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133" w14:textId="5B36D709" w:rsidR="007028FD" w:rsidRDefault="007028FD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E598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9A1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4549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7028FD" w:rsidRPr="000855FF" w14:paraId="75054F16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D4B4" w14:textId="61E4620A" w:rsidR="007028FD" w:rsidRDefault="007028FD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E5C4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6B04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57FE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7028FD" w:rsidRPr="000855FF" w14:paraId="104B5C26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9CBD" w14:textId="1191F772" w:rsidR="007028FD" w:rsidRDefault="007028FD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CEE9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88BA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175E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7028FD" w:rsidRPr="000855FF" w14:paraId="36A51315" w14:textId="77777777" w:rsidTr="00DD3B0E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6CE" w14:textId="77777777" w:rsidR="007028FD" w:rsidRDefault="007028FD" w:rsidP="00BC431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CE53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168E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F53E" w14:textId="77777777" w:rsidR="007028FD" w:rsidRPr="000855FF" w:rsidRDefault="007028FD" w:rsidP="00BC4317">
            <w:pPr>
              <w:widowControl w:val="0"/>
              <w:snapToGrid w:val="0"/>
              <w:spacing w:after="0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4BB21D18" w14:textId="7088F805" w:rsidR="00381365" w:rsidRDefault="00381365" w:rsidP="00171818">
      <w:pPr>
        <w:spacing w:before="120"/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CA6482" w14:textId="77777777" w:rsidR="00F96A6F" w:rsidRDefault="00F96A6F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127E82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C2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78D43E42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6402C03" w:rsidR="00347E8D" w:rsidRPr="006B2C28" w:rsidRDefault="00D61F5E" w:rsidP="00D61F5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61F5E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5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33450142">
    <w:abstractNumId w:val="16"/>
  </w:num>
  <w:num w:numId="2" w16cid:durableId="1154835642">
    <w:abstractNumId w:val="7"/>
  </w:num>
  <w:num w:numId="3" w16cid:durableId="1764642472">
    <w:abstractNumId w:val="11"/>
  </w:num>
  <w:num w:numId="4" w16cid:durableId="1578782547">
    <w:abstractNumId w:val="17"/>
  </w:num>
  <w:num w:numId="5" w16cid:durableId="426586531">
    <w:abstractNumId w:val="16"/>
  </w:num>
  <w:num w:numId="6" w16cid:durableId="170066137">
    <w:abstractNumId w:val="16"/>
  </w:num>
  <w:num w:numId="7" w16cid:durableId="935284523">
    <w:abstractNumId w:val="3"/>
  </w:num>
  <w:num w:numId="8" w16cid:durableId="279918664">
    <w:abstractNumId w:val="24"/>
  </w:num>
  <w:num w:numId="9" w16cid:durableId="563639059">
    <w:abstractNumId w:val="15"/>
  </w:num>
  <w:num w:numId="10" w16cid:durableId="1236816234">
    <w:abstractNumId w:val="4"/>
  </w:num>
  <w:num w:numId="11" w16cid:durableId="944265125">
    <w:abstractNumId w:val="12"/>
  </w:num>
  <w:num w:numId="12" w16cid:durableId="1925338759">
    <w:abstractNumId w:val="10"/>
  </w:num>
  <w:num w:numId="13" w16cid:durableId="585264019">
    <w:abstractNumId w:val="23"/>
  </w:num>
  <w:num w:numId="14" w16cid:durableId="1680159404">
    <w:abstractNumId w:val="19"/>
  </w:num>
  <w:num w:numId="15" w16cid:durableId="1363899587">
    <w:abstractNumId w:val="14"/>
  </w:num>
  <w:num w:numId="16" w16cid:durableId="1909800576">
    <w:abstractNumId w:val="8"/>
  </w:num>
  <w:num w:numId="17" w16cid:durableId="1251625141">
    <w:abstractNumId w:val="5"/>
  </w:num>
  <w:num w:numId="18" w16cid:durableId="1476027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843470">
    <w:abstractNumId w:val="0"/>
  </w:num>
  <w:num w:numId="20" w16cid:durableId="1531453607">
    <w:abstractNumId w:val="25"/>
  </w:num>
  <w:num w:numId="21" w16cid:durableId="2034959233">
    <w:abstractNumId w:val="1"/>
  </w:num>
  <w:num w:numId="22" w16cid:durableId="1002270612">
    <w:abstractNumId w:val="13"/>
  </w:num>
  <w:num w:numId="23" w16cid:durableId="1102795971">
    <w:abstractNumId w:val="9"/>
  </w:num>
  <w:num w:numId="24" w16cid:durableId="1556506439">
    <w:abstractNumId w:val="18"/>
  </w:num>
  <w:num w:numId="25" w16cid:durableId="867716915">
    <w:abstractNumId w:val="21"/>
  </w:num>
  <w:num w:numId="26" w16cid:durableId="326981930">
    <w:abstractNumId w:val="2"/>
  </w:num>
  <w:num w:numId="27" w16cid:durableId="649672072">
    <w:abstractNumId w:val="20"/>
  </w:num>
  <w:num w:numId="28" w16cid:durableId="211440188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08C5"/>
    <w:rsid w:val="00051B85"/>
    <w:rsid w:val="00054A92"/>
    <w:rsid w:val="00056904"/>
    <w:rsid w:val="000572D8"/>
    <w:rsid w:val="00057816"/>
    <w:rsid w:val="00060EAD"/>
    <w:rsid w:val="00061676"/>
    <w:rsid w:val="00070A58"/>
    <w:rsid w:val="00070CB1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818"/>
    <w:rsid w:val="00172B93"/>
    <w:rsid w:val="00175F4C"/>
    <w:rsid w:val="00185AAB"/>
    <w:rsid w:val="00192A23"/>
    <w:rsid w:val="001974F6"/>
    <w:rsid w:val="001A4996"/>
    <w:rsid w:val="001B0061"/>
    <w:rsid w:val="001D1A8B"/>
    <w:rsid w:val="001D1C2D"/>
    <w:rsid w:val="001D2EB1"/>
    <w:rsid w:val="001E7E73"/>
    <w:rsid w:val="001F3242"/>
    <w:rsid w:val="001F3600"/>
    <w:rsid w:val="001F3F20"/>
    <w:rsid w:val="001F737A"/>
    <w:rsid w:val="002067F1"/>
    <w:rsid w:val="00224257"/>
    <w:rsid w:val="00231DEC"/>
    <w:rsid w:val="002402D4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115D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128B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B5DE7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33DD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16E75"/>
    <w:rsid w:val="00623B01"/>
    <w:rsid w:val="00625BB0"/>
    <w:rsid w:val="006261BB"/>
    <w:rsid w:val="00646637"/>
    <w:rsid w:val="0065322E"/>
    <w:rsid w:val="0065531D"/>
    <w:rsid w:val="00655DA8"/>
    <w:rsid w:val="00660237"/>
    <w:rsid w:val="00663544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28FD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5E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6B33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075EB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C4317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A2360"/>
    <w:rsid w:val="00CB2D26"/>
    <w:rsid w:val="00CB3A6F"/>
    <w:rsid w:val="00CD04CE"/>
    <w:rsid w:val="00CD2022"/>
    <w:rsid w:val="00CE2F55"/>
    <w:rsid w:val="00CF07AF"/>
    <w:rsid w:val="00D03C12"/>
    <w:rsid w:val="00D10930"/>
    <w:rsid w:val="00D1247E"/>
    <w:rsid w:val="00D21BCE"/>
    <w:rsid w:val="00D516C1"/>
    <w:rsid w:val="00D61F5E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115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0DE"/>
    <w:rsid w:val="00EC07C0"/>
    <w:rsid w:val="00EC22FA"/>
    <w:rsid w:val="00EC30C5"/>
    <w:rsid w:val="00ED2FD4"/>
    <w:rsid w:val="00EE5E2C"/>
    <w:rsid w:val="00F01E75"/>
    <w:rsid w:val="00F144F2"/>
    <w:rsid w:val="00F21660"/>
    <w:rsid w:val="00F21DD8"/>
    <w:rsid w:val="00F25128"/>
    <w:rsid w:val="00F32BD1"/>
    <w:rsid w:val="00F377D2"/>
    <w:rsid w:val="00F4718C"/>
    <w:rsid w:val="00F527EB"/>
    <w:rsid w:val="00F57F56"/>
    <w:rsid w:val="00F6042C"/>
    <w:rsid w:val="00F65859"/>
    <w:rsid w:val="00F664AA"/>
    <w:rsid w:val="00F71902"/>
    <w:rsid w:val="00F724BA"/>
    <w:rsid w:val="00F751D8"/>
    <w:rsid w:val="00F835B4"/>
    <w:rsid w:val="00F90B96"/>
    <w:rsid w:val="00F96A6F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0C9966-62C6-4B3E-8B32-3A3281A21E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18</cp:revision>
  <cp:lastPrinted>2024-07-15T11:21:00Z</cp:lastPrinted>
  <dcterms:created xsi:type="dcterms:W3CDTF">2025-04-29T11:49:00Z</dcterms:created>
  <dcterms:modified xsi:type="dcterms:W3CDTF">2026-01-23T06:39:00Z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2025-11-07T13:55:55Z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ca518bb4-db8b-4994-a752-4fd1a38dee1b</vt:lpwstr>
  </property>
  <property fmtid="{D5CDD505-2E9C-101B-9397-08002B2CF9AE}" pid="9" name="MSIP_Label_66b5d990-821a-4d41-b503-280f184b2126_ContentBits">
    <vt:lpwstr>0</vt:lpwstr>
  </property>
</Properties>
</file>